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765BFE">
      <w:pPr>
        <w:pStyle w:val="Bezodstpw"/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17567" w:rsidRPr="00E960BB">
        <w:t>12/2019</w:t>
      </w:r>
    </w:p>
    <w:p w14:paraId="6B7FE8E1" w14:textId="77777777" w:rsidR="00781458" w:rsidRDefault="0078145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0EDF91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F42C6">
        <w:rPr>
          <w:rFonts w:ascii="Corbel" w:hAnsi="Corbel"/>
          <w:i/>
          <w:smallCaps/>
          <w:sz w:val="24"/>
          <w:szCs w:val="24"/>
        </w:rPr>
        <w:t>2019-2024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636560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1458">
        <w:rPr>
          <w:rFonts w:ascii="Corbel" w:hAnsi="Corbel"/>
          <w:szCs w:val="20"/>
        </w:rPr>
        <w:t xml:space="preserve">Rok akademicki   </w:t>
      </w:r>
      <w:r w:rsidR="00781458" w:rsidRPr="00781458">
        <w:rPr>
          <w:rFonts w:ascii="Corbel" w:hAnsi="Corbel"/>
          <w:szCs w:val="20"/>
        </w:rPr>
        <w:t>2020/21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4C9141E6" w:rsidR="0085747A" w:rsidRPr="009C54AE" w:rsidRDefault="00C32D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50EDC451" w:rsidR="0085747A" w:rsidRPr="009C54AE" w:rsidRDefault="00C32D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D880A13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49FDE221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75F7172C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4BDCC169" w:rsidR="00824AF8" w:rsidRPr="009C54AE" w:rsidRDefault="0078029C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8145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B5AE430" w:rsidR="00824AF8" w:rsidRPr="009C54AE" w:rsidRDefault="003B5587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0F6914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31B16EEB" w:rsidR="00824AF8" w:rsidRPr="009C54AE" w:rsidRDefault="00824AF8" w:rsidP="00C32D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C32D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</w:t>
            </w:r>
            <w:bookmarkStart w:id="0" w:name="_GoBack"/>
            <w:bookmarkEnd w:id="0"/>
            <w:r w:rsidR="00C32DC9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5E23E261" w:rsidR="00824AF8" w:rsidRPr="00C65CF1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4A5CFA" w14:textId="416D629E" w:rsidR="00923D7D" w:rsidRPr="009C54AE" w:rsidRDefault="0085747A" w:rsidP="00C65CF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D5515C7" w:rsidR="00015B8F" w:rsidRPr="009C54AE" w:rsidRDefault="00780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0F967AA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43F1C4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37BCE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14:paraId="2619C54F" w14:textId="2E2ACF6E" w:rsidR="009C54AE" w:rsidRDefault="0078145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636A4026" w:rsidR="0085747A" w:rsidRPr="00C65CF1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a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tyki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programowania </w:t>
            </w:r>
            <w:r w:rsidR="0068255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obiektowym 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begin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instrText xml:space="preserve"> HYPERLINK "https://scratch.mit.edu/accounts/login/" </w:instrTex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separate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tyczna w klasach I-III z zakresu rozumienia, analizowania i rozwiązywania problemów, programowania i rozwiązywania problemów z wykorzystaniem komputera i innych urządzeń cyfrowych, posługiwania się komputerem, urządzeniami cyfrowymi i si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2962" w:rsidRPr="009C54AE" w14:paraId="5DA6F6F8" w14:textId="77777777" w:rsidTr="00C65CF1">
        <w:tc>
          <w:tcPr>
            <w:tcW w:w="1681" w:type="dxa"/>
          </w:tcPr>
          <w:p w14:paraId="61813C10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3E8B6BB6" w:rsidR="005A2962" w:rsidRPr="002B5AB3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znaczenie ma posługiwanie się aplikacjami komputerowymi w celu rozwiązywania zadań problem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opartych o zaproponowany algorytm pozwalający pozyskać, przetworzyć, przekazać i gromadzić odpowie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nie  informację z zakresu edukacji przedszkolnej i wcz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snoszkolnej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D1D57F2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5A2962" w:rsidRPr="009C54AE" w14:paraId="664FC6A1" w14:textId="77777777" w:rsidTr="00C65CF1">
        <w:tc>
          <w:tcPr>
            <w:tcW w:w="1681" w:type="dxa"/>
          </w:tcPr>
          <w:p w14:paraId="695D7137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05AFE9E8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nania oceny integracji zajęć w zakresie edukacji inform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tycznej z różnymi aktywnościami człowieka pozwalając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mi na wykorzystanie oprogramowania i mediów cyfr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w grupie rówieśniczej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5A2962" w:rsidRPr="009C54AE" w14:paraId="5ECFC366" w14:textId="77777777" w:rsidTr="00C65CF1">
        <w:tc>
          <w:tcPr>
            <w:tcW w:w="1681" w:type="dxa"/>
          </w:tcPr>
          <w:p w14:paraId="1D840B19" w14:textId="0B52D83C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48AD1304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 sytuację problemową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opierającą się o zaprop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nowany algorytm pozwalający umiejętnie tworzyć i mod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fikować materiały z wykorzystaniem zestawu komput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rowego w zakresie realizacji celów kształcenia i wychow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209443D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5A2962" w:rsidRPr="009C54AE" w14:paraId="1DCF8F20" w14:textId="77777777" w:rsidTr="00C65CF1">
        <w:tc>
          <w:tcPr>
            <w:tcW w:w="1681" w:type="dxa"/>
          </w:tcPr>
          <w:p w14:paraId="65F76230" w14:textId="5F777A1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32BF60F6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39C39E1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A2962" w:rsidRPr="009C54AE" w14:paraId="5BC96443" w14:textId="77777777" w:rsidTr="00C65CF1">
        <w:tc>
          <w:tcPr>
            <w:tcW w:w="1681" w:type="dxa"/>
          </w:tcPr>
          <w:p w14:paraId="318B64EE" w14:textId="72B8DB2D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72F79568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kreatywny tworzyć i rozwiązywać zadania problemowe w sposób indywidualny i  pracy 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C387A25" w14:textId="77777777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PPiW.U07</w:t>
            </w:r>
          </w:p>
          <w:p w14:paraId="18BE68DB" w14:textId="77777777" w:rsidR="005A2962" w:rsidRPr="00C65CF1" w:rsidRDefault="005A2962" w:rsidP="00C65C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A2962" w:rsidRPr="009C54AE" w14:paraId="5AB4AC61" w14:textId="77777777" w:rsidTr="00C65CF1">
        <w:tc>
          <w:tcPr>
            <w:tcW w:w="1681" w:type="dxa"/>
          </w:tcPr>
          <w:p w14:paraId="120F9E70" w14:textId="269241EB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0B1D28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ciami z wykorzystaniem różnych rodzajów zabaw w celu monitorowania realizacji działań edukacyjnych dzieci lub uczniów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72FAD855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5A2962" w:rsidRPr="009C54AE" w14:paraId="3B9B8D58" w14:textId="77777777" w:rsidTr="00C65CF1">
        <w:tc>
          <w:tcPr>
            <w:tcW w:w="1681" w:type="dxa"/>
          </w:tcPr>
          <w:p w14:paraId="43F730A7" w14:textId="357D589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EB48773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staniem komputera 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1C4A1730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5A2962" w:rsidRPr="009C54AE" w14:paraId="60D6E482" w14:textId="77777777" w:rsidTr="00C65CF1">
        <w:tc>
          <w:tcPr>
            <w:tcW w:w="1681" w:type="dxa"/>
          </w:tcPr>
          <w:p w14:paraId="4BC7B9B6" w14:textId="513DDA1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4055CFFE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stanie typowych aplikacji komputerowych motywujących uczniów w celu opracowania informacji potrzebnych do osiągnięcia zamierzonych efektów wychowania i kszta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61684BE6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5A2962" w:rsidRPr="009C54AE" w14:paraId="2CB5DD49" w14:textId="77777777" w:rsidTr="00C65CF1">
        <w:tc>
          <w:tcPr>
            <w:tcW w:w="1681" w:type="dxa"/>
          </w:tcPr>
          <w:p w14:paraId="48BB8E8C" w14:textId="001A7500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1C9486C7" w:rsidR="005A2962" w:rsidRPr="00355D6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5A2962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25BC5E3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E1BB617" w14:textId="77777777" w:rsidTr="00765BFE">
        <w:tc>
          <w:tcPr>
            <w:tcW w:w="9639" w:type="dxa"/>
          </w:tcPr>
          <w:p w14:paraId="4E46D367" w14:textId="0903391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4C2EAB71" w14:textId="77777777" w:rsidTr="00765BFE">
        <w:tc>
          <w:tcPr>
            <w:tcW w:w="9639" w:type="dxa"/>
          </w:tcPr>
          <w:p w14:paraId="51B01B81" w14:textId="5BB1F50E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3C0F566E" w14:textId="77777777" w:rsidTr="00765BFE">
        <w:tc>
          <w:tcPr>
            <w:tcW w:w="9639" w:type="dxa"/>
          </w:tcPr>
          <w:p w14:paraId="09B28AA0" w14:textId="551301C9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2E03DD1" w14:textId="77777777" w:rsidTr="00765BFE">
        <w:tc>
          <w:tcPr>
            <w:tcW w:w="9639" w:type="dxa"/>
          </w:tcPr>
          <w:p w14:paraId="4D0F8ECA" w14:textId="553864D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wykorzystywane w nauczaniu zintegrowanym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2BB67850" w14:textId="77777777" w:rsidTr="00765BFE">
        <w:tc>
          <w:tcPr>
            <w:tcW w:w="9639" w:type="dxa"/>
          </w:tcPr>
          <w:p w14:paraId="48BA3CAC" w14:textId="6F8190BA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multimedialnych programów edukacyjnych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BFE" w:rsidRPr="009C54AE" w14:paraId="4965BE06" w14:textId="77777777" w:rsidTr="00765BFE">
        <w:tc>
          <w:tcPr>
            <w:tcW w:w="9639" w:type="dxa"/>
          </w:tcPr>
          <w:p w14:paraId="71A45BE1" w14:textId="589A1CBD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04C01E2F" w14:textId="77777777" w:rsidTr="00765BFE">
        <w:tc>
          <w:tcPr>
            <w:tcW w:w="9639" w:type="dxa"/>
          </w:tcPr>
          <w:p w14:paraId="7AB1741B" w14:textId="49C0F0C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  <w:tr w:rsidR="00765BFE" w:rsidRPr="009C54AE" w14:paraId="273D5D4B" w14:textId="77777777" w:rsidTr="00765BFE">
        <w:tc>
          <w:tcPr>
            <w:tcW w:w="9639" w:type="dxa"/>
          </w:tcPr>
          <w:p w14:paraId="4FF5E41F" w14:textId="2B4D718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osiągnięć uczniów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50EC855" w14:textId="77777777" w:rsidTr="00923D7D">
        <w:tc>
          <w:tcPr>
            <w:tcW w:w="9639" w:type="dxa"/>
          </w:tcPr>
          <w:p w14:paraId="195D22DA" w14:textId="55090CFA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lekcji z wykorzystaniem nowoczesnych metod nauczania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88AFB11" w14:textId="77777777" w:rsidTr="00923D7D">
        <w:tc>
          <w:tcPr>
            <w:tcW w:w="9639" w:type="dxa"/>
          </w:tcPr>
          <w:p w14:paraId="43283521" w14:textId="5743B0DB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4C4F" w:rsidRPr="009C54AE" w14:paraId="42761B51" w14:textId="77777777" w:rsidTr="00923D7D">
        <w:tc>
          <w:tcPr>
            <w:tcW w:w="9639" w:type="dxa"/>
          </w:tcPr>
          <w:p w14:paraId="06CEB157" w14:textId="5AE499D3" w:rsidR="00054C4F" w:rsidRPr="009C54AE" w:rsidRDefault="00054C4F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prostej gry w edytorze do programowania obiektowego 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Scratch</w:t>
            </w:r>
            <w:proofErr w:type="spellEnd"/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1F363F12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19FDDB77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74528">
        <w:rPr>
          <w:rFonts w:ascii="Corbel" w:hAnsi="Corbel"/>
          <w:b w:val="0"/>
          <w:i/>
          <w:sz w:val="20"/>
          <w:szCs w:val="20"/>
        </w:rPr>
        <w:t xml:space="preserve"> </w:t>
      </w:r>
      <w:r w:rsidRPr="00024ABF">
        <w:rPr>
          <w:rFonts w:ascii="Corbel" w:hAnsi="Corbel"/>
          <w:b w:val="0"/>
          <w:i/>
          <w:smallCaps w:val="0"/>
          <w:sz w:val="22"/>
        </w:rPr>
        <w:t>W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ykład</w:t>
      </w:r>
      <w:r w:rsidR="00781458" w:rsidRPr="00024ABF">
        <w:rPr>
          <w:rFonts w:ascii="Corbel" w:hAnsi="Corbel"/>
          <w:b w:val="0"/>
          <w:i/>
          <w:smallCaps w:val="0"/>
          <w:sz w:val="22"/>
        </w:rPr>
        <w:t xml:space="preserve">: </w:t>
      </w:r>
      <w:r w:rsidR="00024ABF" w:rsidRPr="00024ABF">
        <w:rPr>
          <w:rFonts w:ascii="Corbel" w:hAnsi="Corbel"/>
          <w:b w:val="0"/>
          <w:i/>
          <w:smallCaps w:val="0"/>
          <w:sz w:val="22"/>
        </w:rPr>
        <w:t xml:space="preserve">wykład problemowy,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,</w:t>
      </w:r>
    </w:p>
    <w:p w14:paraId="428C4922" w14:textId="0F263268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24ABF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24ABF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(projek</w:t>
      </w:r>
      <w:r w:rsidR="00B74528" w:rsidRPr="00024ABF">
        <w:rPr>
          <w:rFonts w:ascii="Corbel" w:hAnsi="Corbel"/>
          <w:b w:val="0"/>
          <w:i/>
          <w:smallCaps w:val="0"/>
          <w:sz w:val="22"/>
        </w:rPr>
        <w:t>t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praktyczny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1718A7" w:rsidRPr="00024ABF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rozwiąz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wanie zadań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5D63" w:rsidRPr="00B74528" w14:paraId="4FFC276C" w14:textId="77777777" w:rsidTr="002B5AB3">
        <w:tc>
          <w:tcPr>
            <w:tcW w:w="1962" w:type="dxa"/>
          </w:tcPr>
          <w:p w14:paraId="1562D6DD" w14:textId="1D364C7B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78653C6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ECB8473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106C9F54" w14:textId="77777777" w:rsidTr="002B5AB3">
        <w:tc>
          <w:tcPr>
            <w:tcW w:w="1962" w:type="dxa"/>
          </w:tcPr>
          <w:p w14:paraId="17814888" w14:textId="5025E5C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0A516CE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868AD5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39FB682F" w14:textId="77777777" w:rsidTr="002B5AB3">
        <w:tc>
          <w:tcPr>
            <w:tcW w:w="1962" w:type="dxa"/>
          </w:tcPr>
          <w:p w14:paraId="44DAAFFF" w14:textId="58EDECD2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02CD8CB0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229AFF6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1897529" w14:textId="77777777" w:rsidTr="002B5AB3">
        <w:tc>
          <w:tcPr>
            <w:tcW w:w="1962" w:type="dxa"/>
          </w:tcPr>
          <w:p w14:paraId="3608EF61" w14:textId="3AA31E17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2F43CBA3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56E7FAD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F8B596E" w14:textId="77777777" w:rsidTr="002B5AB3">
        <w:tc>
          <w:tcPr>
            <w:tcW w:w="1962" w:type="dxa"/>
          </w:tcPr>
          <w:p w14:paraId="4CA5C9B9" w14:textId="1EC61E1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1C8DEC2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0BA99845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7976B19" w14:textId="77777777" w:rsidTr="002B5AB3">
        <w:tc>
          <w:tcPr>
            <w:tcW w:w="1962" w:type="dxa"/>
          </w:tcPr>
          <w:p w14:paraId="0796C40D" w14:textId="317E1C7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04434B76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4B2B0C8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E72061B" w14:textId="77777777" w:rsidTr="002B5AB3">
        <w:tc>
          <w:tcPr>
            <w:tcW w:w="1962" w:type="dxa"/>
          </w:tcPr>
          <w:p w14:paraId="7D0FEA07" w14:textId="4E18056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634A3FF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5C846871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5FC541DE" w14:textId="77777777" w:rsidTr="002B5AB3">
        <w:tc>
          <w:tcPr>
            <w:tcW w:w="1962" w:type="dxa"/>
          </w:tcPr>
          <w:p w14:paraId="592A40DD" w14:textId="0A95503D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5EA7AC2A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61849D6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6FFAFBD7" w14:textId="77777777" w:rsidTr="002B5AB3">
        <w:tc>
          <w:tcPr>
            <w:tcW w:w="1962" w:type="dxa"/>
          </w:tcPr>
          <w:p w14:paraId="4376E7CF" w14:textId="1D33F0A1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37983417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1339D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B745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B745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4528">
        <w:rPr>
          <w:rFonts w:ascii="Corbel" w:hAnsi="Corbel"/>
          <w:smallCaps w:val="0"/>
          <w:szCs w:val="24"/>
        </w:rPr>
        <w:t xml:space="preserve">4.2 </w:t>
      </w:r>
      <w:r w:rsidR="0085747A" w:rsidRPr="00B745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74528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B745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4902CF5" w14:textId="77777777" w:rsidR="00355D63" w:rsidRPr="00B74528" w:rsidRDefault="00355D63" w:rsidP="00780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5A199B9A" w14:textId="6C2584E6" w:rsidR="00355D63" w:rsidRPr="00B74528" w:rsidRDefault="00355D63" w:rsidP="0078029C">
            <w:pPr>
              <w:pStyle w:val="Punktygwne"/>
              <w:numPr>
                <w:ilvl w:val="0"/>
                <w:numId w:val="4"/>
              </w:numPr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237352AA" w14:textId="77777777" w:rsidR="00355D63" w:rsidRPr="00B74528" w:rsidRDefault="00355D63" w:rsidP="0078029C">
            <w:pPr>
              <w:pStyle w:val="Punktygwne"/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6E0C38E7" w:rsidR="00B74528" w:rsidRPr="00C65CF1" w:rsidRDefault="00355D63" w:rsidP="0078029C">
            <w:pPr>
              <w:pStyle w:val="Punktygwne"/>
              <w:numPr>
                <w:ilvl w:val="0"/>
                <w:numId w:val="7"/>
              </w:numPr>
              <w:spacing w:before="0" w:after="0"/>
              <w:ind w:left="414" w:hanging="383"/>
              <w:rPr>
                <w:rFonts w:ascii="Corbel" w:hAnsi="Corbel"/>
                <w:b w:val="0"/>
                <w:bCs/>
                <w:smallCaps w:val="0"/>
              </w:rPr>
            </w:pPr>
            <w:r w:rsidRPr="00B74528">
              <w:rPr>
                <w:rFonts w:ascii="Corbel" w:hAnsi="Corbel"/>
                <w:b w:val="0"/>
                <w:bCs/>
                <w:smallCaps w:val="0"/>
              </w:rPr>
              <w:t xml:space="preserve">opracowanie projektów dydaktycznych na zadany temat, </w:t>
            </w:r>
            <w:proofErr w:type="spellStart"/>
            <w:r w:rsidRPr="00B74528">
              <w:rPr>
                <w:rFonts w:ascii="Corbel" w:hAnsi="Corbel"/>
                <w:b w:val="0"/>
                <w:bCs/>
                <w:smallCaps w:val="0"/>
              </w:rPr>
              <w:t>mikronauczanie</w:t>
            </w:r>
            <w:proofErr w:type="spellEnd"/>
            <w:r w:rsidRPr="00B7452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823810F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1C16E942" w:rsidR="00C61DC5" w:rsidRPr="009C54AE" w:rsidRDefault="00237BCE" w:rsidP="00237B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072C0" w14:textId="0813E605" w:rsidR="00C61DC5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6854C551" w:rsidR="00C61DC5" w:rsidRPr="009C54AE" w:rsidRDefault="00C61DC5" w:rsidP="00237B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802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37BCE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08DB9CDE" w:rsidR="00C61DC5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2493719" w:rsidR="0085747A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9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C771B2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Edukacyjne zastosowania </w:t>
            </w: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Podręcznik multimedialny. Teoria – metodologia – przykł</w:t>
            </w:r>
            <w:r w:rsidRPr="00561E8C">
              <w:rPr>
                <w:rFonts w:ascii="Corbel" w:hAnsi="Corbel"/>
                <w:sz w:val="24"/>
                <w:szCs w:val="24"/>
              </w:rPr>
              <w:t>a</w:t>
            </w:r>
            <w:r w:rsidRPr="00561E8C">
              <w:rPr>
                <w:rFonts w:ascii="Corbel" w:hAnsi="Corbel"/>
                <w:sz w:val="24"/>
                <w:szCs w:val="24"/>
              </w:rPr>
              <w:t>dy.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54549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</w:t>
            </w:r>
            <w:r w:rsidRPr="00F6363B">
              <w:rPr>
                <w:rFonts w:ascii="Corbel" w:hAnsi="Corbel"/>
                <w:sz w:val="24"/>
                <w:szCs w:val="24"/>
              </w:rPr>
              <w:t>ń</w:t>
            </w:r>
            <w:r w:rsidRPr="00F6363B">
              <w:rPr>
                <w:rFonts w:ascii="Corbel" w:hAnsi="Corbel"/>
                <w:sz w:val="24"/>
                <w:szCs w:val="24"/>
              </w:rPr>
              <w:t>skiej; 2016 nr 48</w:t>
            </w:r>
          </w:p>
          <w:p w14:paraId="24EFFF53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6BBD7DD1" w14:textId="77777777" w:rsidR="00561E8C" w:rsidRPr="004C3E5B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5F90AACB" w14:textId="77777777" w:rsidR="004C3E5B" w:rsidRPr="001E77C0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cieli informatyki w szkole podstawowej w kształceniu zintegrowanym</w:t>
            </w:r>
            <w:r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BF50EED" w:rsidR="004C3E5B" w:rsidRPr="00561E8C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4EB5803C" w:rsidR="00561E8C" w:rsidRPr="00C65CF1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9CCD0" w14:textId="77777777" w:rsidR="00E122F9" w:rsidRDefault="00E122F9" w:rsidP="00C16ABF">
      <w:pPr>
        <w:spacing w:after="0" w:line="240" w:lineRule="auto"/>
      </w:pPr>
      <w:r>
        <w:separator/>
      </w:r>
    </w:p>
  </w:endnote>
  <w:endnote w:type="continuationSeparator" w:id="0">
    <w:p w14:paraId="2307B223" w14:textId="77777777" w:rsidR="00E122F9" w:rsidRDefault="00E122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A824E" w14:textId="77777777" w:rsidR="00E122F9" w:rsidRDefault="00E122F9" w:rsidP="00C16ABF">
      <w:pPr>
        <w:spacing w:after="0" w:line="240" w:lineRule="auto"/>
      </w:pPr>
      <w:r>
        <w:separator/>
      </w:r>
    </w:p>
  </w:footnote>
  <w:footnote w:type="continuationSeparator" w:id="0">
    <w:p w14:paraId="611C786F" w14:textId="77777777" w:rsidR="00E122F9" w:rsidRDefault="00E122F9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650"/>
    <w:multiLevelType w:val="hybridMultilevel"/>
    <w:tmpl w:val="7FF8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03BE1"/>
    <w:multiLevelType w:val="hybridMultilevel"/>
    <w:tmpl w:val="B7E8BAD8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F7253"/>
    <w:multiLevelType w:val="hybridMultilevel"/>
    <w:tmpl w:val="ECA28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ABF"/>
    <w:rsid w:val="00042A51"/>
    <w:rsid w:val="00042D2E"/>
    <w:rsid w:val="00044C82"/>
    <w:rsid w:val="00054C4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5B2"/>
    <w:rsid w:val="000F1C57"/>
    <w:rsid w:val="000F554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78A"/>
    <w:rsid w:val="001A70D2"/>
    <w:rsid w:val="001D657B"/>
    <w:rsid w:val="001D7B54"/>
    <w:rsid w:val="001E0209"/>
    <w:rsid w:val="001F2CA2"/>
    <w:rsid w:val="002144C0"/>
    <w:rsid w:val="002233A7"/>
    <w:rsid w:val="0022477D"/>
    <w:rsid w:val="002278A9"/>
    <w:rsid w:val="002336F9"/>
    <w:rsid w:val="00237BCE"/>
    <w:rsid w:val="0024028F"/>
    <w:rsid w:val="00241CDC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73D4"/>
    <w:rsid w:val="002F02A3"/>
    <w:rsid w:val="002F42C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63"/>
    <w:rsid w:val="00363F78"/>
    <w:rsid w:val="00391A27"/>
    <w:rsid w:val="003A0A5B"/>
    <w:rsid w:val="003A1176"/>
    <w:rsid w:val="003B558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E5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024"/>
    <w:rsid w:val="00543ACC"/>
    <w:rsid w:val="00561E8C"/>
    <w:rsid w:val="0056696D"/>
    <w:rsid w:val="00573EF9"/>
    <w:rsid w:val="0059484D"/>
    <w:rsid w:val="005A0855"/>
    <w:rsid w:val="005A2962"/>
    <w:rsid w:val="005A3196"/>
    <w:rsid w:val="005C080F"/>
    <w:rsid w:val="005C55E5"/>
    <w:rsid w:val="005C696A"/>
    <w:rsid w:val="005D69C2"/>
    <w:rsid w:val="005E6E85"/>
    <w:rsid w:val="005F31D2"/>
    <w:rsid w:val="005F791F"/>
    <w:rsid w:val="0061029B"/>
    <w:rsid w:val="00617230"/>
    <w:rsid w:val="00621CE1"/>
    <w:rsid w:val="00627FC9"/>
    <w:rsid w:val="00642851"/>
    <w:rsid w:val="00647FA8"/>
    <w:rsid w:val="00650C5F"/>
    <w:rsid w:val="00654934"/>
    <w:rsid w:val="006620D9"/>
    <w:rsid w:val="00671958"/>
    <w:rsid w:val="00675843"/>
    <w:rsid w:val="0068255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FE"/>
    <w:rsid w:val="00766FD4"/>
    <w:rsid w:val="0078029C"/>
    <w:rsid w:val="00781458"/>
    <w:rsid w:val="0078168C"/>
    <w:rsid w:val="00787C2A"/>
    <w:rsid w:val="00790E27"/>
    <w:rsid w:val="007A4022"/>
    <w:rsid w:val="007A6E6E"/>
    <w:rsid w:val="007C3299"/>
    <w:rsid w:val="007C3BCC"/>
    <w:rsid w:val="007C4546"/>
    <w:rsid w:val="007D1372"/>
    <w:rsid w:val="007D6E56"/>
    <w:rsid w:val="007D6E75"/>
    <w:rsid w:val="007E46EC"/>
    <w:rsid w:val="007F1652"/>
    <w:rsid w:val="007F4155"/>
    <w:rsid w:val="0081554D"/>
    <w:rsid w:val="0081707E"/>
    <w:rsid w:val="00824AF8"/>
    <w:rsid w:val="008449B3"/>
    <w:rsid w:val="0085747A"/>
    <w:rsid w:val="00883FC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78A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4DB"/>
    <w:rsid w:val="00A84C85"/>
    <w:rsid w:val="00A97DE1"/>
    <w:rsid w:val="00AB053C"/>
    <w:rsid w:val="00AB245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F4"/>
    <w:rsid w:val="00B43B77"/>
    <w:rsid w:val="00B43E80"/>
    <w:rsid w:val="00B51718"/>
    <w:rsid w:val="00B607DB"/>
    <w:rsid w:val="00B66529"/>
    <w:rsid w:val="00B74528"/>
    <w:rsid w:val="00B75946"/>
    <w:rsid w:val="00B8056E"/>
    <w:rsid w:val="00B819C8"/>
    <w:rsid w:val="00B82308"/>
    <w:rsid w:val="00B83FCE"/>
    <w:rsid w:val="00B90885"/>
    <w:rsid w:val="00BB520A"/>
    <w:rsid w:val="00BC33AF"/>
    <w:rsid w:val="00BC4A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DC9"/>
    <w:rsid w:val="00C36992"/>
    <w:rsid w:val="00C53D1B"/>
    <w:rsid w:val="00C56036"/>
    <w:rsid w:val="00C61DC5"/>
    <w:rsid w:val="00C65CF1"/>
    <w:rsid w:val="00C67E92"/>
    <w:rsid w:val="00C70A26"/>
    <w:rsid w:val="00C766DF"/>
    <w:rsid w:val="00C94B98"/>
    <w:rsid w:val="00CA2B96"/>
    <w:rsid w:val="00CA3F9E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FF6"/>
    <w:rsid w:val="00D74119"/>
    <w:rsid w:val="00D8075B"/>
    <w:rsid w:val="00D8678B"/>
    <w:rsid w:val="00D9572F"/>
    <w:rsid w:val="00DA2114"/>
    <w:rsid w:val="00DE09C0"/>
    <w:rsid w:val="00DE4A14"/>
    <w:rsid w:val="00DF320D"/>
    <w:rsid w:val="00DF71C8"/>
    <w:rsid w:val="00E122F9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E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elion.pl/autorzy/piotr-pel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1837-7A8A-4B95-84C3-8AFFA689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1240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2019-11-13T20:14:00Z</dcterms:created>
  <dcterms:modified xsi:type="dcterms:W3CDTF">2021-01-22T07:08:00Z</dcterms:modified>
</cp:coreProperties>
</file>